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67B3E8" w14:textId="77777777" w:rsidR="004A67F2" w:rsidRDefault="004A67F2" w:rsidP="004A67F2">
      <w:r w:rsidRPr="004A67F2">
        <w:rPr>
          <w:rFonts w:ascii="Juliet" w:hAnsi="Juliet"/>
          <w:sz w:val="72"/>
        </w:rPr>
        <w:t>Final Review</w:t>
      </w:r>
      <w:r w:rsidRPr="004A67F2">
        <w:rPr>
          <w:rFonts w:ascii="Juliet" w:hAnsi="Juliet"/>
          <w:sz w:val="52"/>
        </w:rPr>
        <w:tab/>
      </w:r>
      <w:r>
        <w:tab/>
      </w:r>
      <w:r>
        <w:tab/>
      </w:r>
      <w:r>
        <w:tab/>
      </w:r>
      <w:r>
        <w:tab/>
        <w:t>Name:</w:t>
      </w:r>
    </w:p>
    <w:p w14:paraId="5C6D9D40" w14:textId="77777777" w:rsidR="004A67F2" w:rsidRDefault="004A67F2" w:rsidP="004A67F2">
      <w:pPr>
        <w:ind w:left="720"/>
      </w:pPr>
    </w:p>
    <w:p w14:paraId="74369583" w14:textId="77777777" w:rsidR="00E6265A" w:rsidRPr="00E6265A" w:rsidRDefault="00E6265A" w:rsidP="00E6265A">
      <w:pPr>
        <w:numPr>
          <w:ilvl w:val="0"/>
          <w:numId w:val="1"/>
        </w:numPr>
        <w:rPr>
          <w:b/>
        </w:rPr>
      </w:pPr>
    </w:p>
    <w:p w14:paraId="6D12A6B1" w14:textId="77777777" w:rsidR="004A67F2" w:rsidRDefault="004A67F2" w:rsidP="00E6265A">
      <w:pPr>
        <w:numPr>
          <w:ilvl w:val="1"/>
          <w:numId w:val="1"/>
        </w:numPr>
        <w:spacing w:line="1200" w:lineRule="auto"/>
      </w:pPr>
      <w:r w:rsidRPr="00E6265A">
        <w:t>Find the</w:t>
      </w:r>
      <w:r>
        <w:t xml:space="preserve"> equation of the line that passes through (2</w:t>
      </w:r>
      <w:proofErr w:type="gramStart"/>
      <w:r>
        <w:t>,4</w:t>
      </w:r>
      <w:proofErr w:type="gramEnd"/>
      <w:r>
        <w:t xml:space="preserve">) and (4, 10).   </w:t>
      </w:r>
    </w:p>
    <w:p w14:paraId="7F91C7E9" w14:textId="77777777" w:rsidR="004A67F2" w:rsidRDefault="004A67F2" w:rsidP="00E6265A">
      <w:pPr>
        <w:numPr>
          <w:ilvl w:val="1"/>
          <w:numId w:val="1"/>
        </w:numPr>
        <w:spacing w:line="1200" w:lineRule="auto"/>
      </w:pPr>
      <w:r>
        <w:t>Find a line th</w:t>
      </w:r>
      <w:r w:rsidR="00DD03CD">
        <w:t>at is parallel to the line in #</w:t>
      </w:r>
      <w:proofErr w:type="gramStart"/>
      <w:r w:rsidR="00DD03CD">
        <w:t>a</w:t>
      </w:r>
      <w:r>
        <w:t xml:space="preserve"> that</w:t>
      </w:r>
      <w:proofErr w:type="gramEnd"/>
      <w:r>
        <w:t xml:space="preserve"> passes through (1, 5).</w:t>
      </w:r>
    </w:p>
    <w:p w14:paraId="16AF4057" w14:textId="77777777" w:rsidR="004A67F2" w:rsidRDefault="004A67F2" w:rsidP="00E6265A">
      <w:pPr>
        <w:numPr>
          <w:ilvl w:val="1"/>
          <w:numId w:val="1"/>
        </w:numPr>
        <w:spacing w:line="1200" w:lineRule="auto"/>
      </w:pPr>
      <w:r>
        <w:t xml:space="preserve">Find a </w:t>
      </w:r>
      <w:r w:rsidR="00DD03CD">
        <w:t>line that is perpendicular to #a</w:t>
      </w:r>
      <w:bookmarkStart w:id="0" w:name="_GoBack"/>
      <w:bookmarkEnd w:id="0"/>
      <w:r>
        <w:t xml:space="preserve"> that passes through (0, -3)</w:t>
      </w:r>
    </w:p>
    <w:p w14:paraId="5C440579" w14:textId="77777777" w:rsidR="003756AA" w:rsidRDefault="003756AA" w:rsidP="003756AA">
      <w:pPr>
        <w:numPr>
          <w:ilvl w:val="0"/>
          <w:numId w:val="1"/>
        </w:numPr>
      </w:pPr>
      <w:r>
        <w:t>Let f(x</w:t>
      </w:r>
      <w:proofErr w:type="gramStart"/>
      <w:r>
        <w:t>)=</w:t>
      </w:r>
      <w:proofErr w:type="gramEnd"/>
      <w:r>
        <w:t>3x</w:t>
      </w:r>
      <w:r>
        <w:rPr>
          <w:vertAlign w:val="superscript"/>
        </w:rPr>
        <w:t>4</w:t>
      </w:r>
      <w:r>
        <w:t xml:space="preserve">.  Write a new function </w:t>
      </w:r>
      <w:r w:rsidRPr="008F596D">
        <w:rPr>
          <w:i/>
        </w:rPr>
        <w:t>g</w:t>
      </w:r>
      <w:r>
        <w:t xml:space="preserve"> (in terms of </w:t>
      </w:r>
      <w:r w:rsidRPr="008F596D">
        <w:rPr>
          <w:i/>
        </w:rPr>
        <w:t>x</w:t>
      </w:r>
      <w:r>
        <w:t xml:space="preserve">) when </w:t>
      </w:r>
      <w:r w:rsidRPr="008F596D">
        <w:rPr>
          <w:i/>
        </w:rPr>
        <w:t>f</w:t>
      </w:r>
      <w:r>
        <w:t xml:space="preserve"> is shifted:</w:t>
      </w:r>
    </w:p>
    <w:p w14:paraId="3892D1D1" w14:textId="77777777" w:rsidR="003756AA" w:rsidRDefault="003756AA" w:rsidP="003756AA">
      <w:pPr>
        <w:numPr>
          <w:ilvl w:val="1"/>
          <w:numId w:val="1"/>
        </w:numPr>
        <w:spacing w:line="480" w:lineRule="auto"/>
      </w:pPr>
      <w:r>
        <w:t>Up 4</w:t>
      </w:r>
    </w:p>
    <w:p w14:paraId="7388171D" w14:textId="77777777" w:rsidR="003756AA" w:rsidRDefault="003756AA" w:rsidP="003756AA">
      <w:pPr>
        <w:numPr>
          <w:ilvl w:val="1"/>
          <w:numId w:val="1"/>
        </w:numPr>
        <w:spacing w:line="480" w:lineRule="auto"/>
      </w:pPr>
      <w:r>
        <w:t>To the right 2</w:t>
      </w:r>
    </w:p>
    <w:p w14:paraId="46EBABB8" w14:textId="77777777" w:rsidR="003756AA" w:rsidRDefault="003756AA" w:rsidP="003756AA">
      <w:pPr>
        <w:numPr>
          <w:ilvl w:val="1"/>
          <w:numId w:val="1"/>
        </w:numPr>
        <w:spacing w:line="480" w:lineRule="auto"/>
      </w:pPr>
      <w:r>
        <w:t>To the left 3</w:t>
      </w:r>
    </w:p>
    <w:p w14:paraId="5A27992B" w14:textId="77777777" w:rsidR="003756AA" w:rsidRDefault="003756AA" w:rsidP="003756AA">
      <w:pPr>
        <w:numPr>
          <w:ilvl w:val="1"/>
          <w:numId w:val="1"/>
        </w:numPr>
        <w:spacing w:line="480" w:lineRule="auto"/>
      </w:pPr>
      <w:r>
        <w:t>Down 7</w:t>
      </w:r>
    </w:p>
    <w:p w14:paraId="3C2BF2F8" w14:textId="77777777" w:rsidR="00E6265A" w:rsidRDefault="00E6265A" w:rsidP="00E6265A">
      <w:pPr>
        <w:numPr>
          <w:ilvl w:val="0"/>
          <w:numId w:val="1"/>
        </w:numPr>
      </w:pPr>
      <w:r>
        <w:t>For f(x)=x</w:t>
      </w:r>
      <w:r>
        <w:rPr>
          <w:vertAlign w:val="superscript"/>
        </w:rPr>
        <w:t>4</w:t>
      </w:r>
      <w:r>
        <w:t>-2x</w:t>
      </w:r>
      <w:r>
        <w:rPr>
          <w:vertAlign w:val="superscript"/>
        </w:rPr>
        <w:t>2</w:t>
      </w:r>
      <w:r>
        <w:t>+1, determine:</w:t>
      </w:r>
    </w:p>
    <w:p w14:paraId="7D14E098" w14:textId="77777777" w:rsidR="00E6265A" w:rsidRDefault="00E6265A" w:rsidP="00E6265A">
      <w:pPr>
        <w:numPr>
          <w:ilvl w:val="1"/>
          <w:numId w:val="1"/>
        </w:numPr>
        <w:spacing w:line="720" w:lineRule="auto"/>
      </w:pPr>
      <w:r>
        <w:t xml:space="preserve">any local </w:t>
      </w:r>
      <w:proofErr w:type="spellStart"/>
      <w:r>
        <w:t>extrema</w:t>
      </w:r>
      <w:proofErr w:type="spellEnd"/>
    </w:p>
    <w:p w14:paraId="24F91285" w14:textId="77777777" w:rsidR="00E6265A" w:rsidRDefault="00E6265A" w:rsidP="00E6265A">
      <w:pPr>
        <w:numPr>
          <w:ilvl w:val="1"/>
          <w:numId w:val="1"/>
        </w:numPr>
      </w:pPr>
      <w:r>
        <w:t xml:space="preserve">any absolute </w:t>
      </w:r>
      <w:proofErr w:type="spellStart"/>
      <w:r>
        <w:t>extrema</w:t>
      </w:r>
      <w:proofErr w:type="spellEnd"/>
      <w:r w:rsidRPr="00E6265A">
        <w:t xml:space="preserve"> </w:t>
      </w:r>
    </w:p>
    <w:p w14:paraId="02482FFE" w14:textId="77777777" w:rsidR="00E6265A" w:rsidRDefault="00E6265A" w:rsidP="00E6265A"/>
    <w:p w14:paraId="2665D52D" w14:textId="77777777" w:rsidR="00E6265A" w:rsidRDefault="00E6265A" w:rsidP="00E6265A"/>
    <w:p w14:paraId="2BAFF824" w14:textId="77777777" w:rsidR="00E6265A" w:rsidRDefault="00E6265A" w:rsidP="00E6265A"/>
    <w:p w14:paraId="18CF50ED" w14:textId="77777777" w:rsidR="00E6265A" w:rsidRDefault="00E6265A" w:rsidP="00E6265A">
      <w:pPr>
        <w:numPr>
          <w:ilvl w:val="0"/>
          <w:numId w:val="1"/>
        </w:numPr>
      </w:pPr>
      <w:r>
        <w:t xml:space="preserve">Solve </w:t>
      </w:r>
      <w:r>
        <w:rPr>
          <w:noProof/>
        </w:rPr>
        <w:drawing>
          <wp:inline distT="0" distB="0" distL="0" distR="0" wp14:editId="628BB6D9">
            <wp:extent cx="942975" cy="400050"/>
            <wp:effectExtent l="19050" t="0" r="9525" b="0"/>
            <wp:docPr id="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using any method.</w:t>
      </w:r>
    </w:p>
    <w:p w14:paraId="64605163" w14:textId="77777777" w:rsidR="00E6265A" w:rsidRDefault="00E6265A" w:rsidP="00E6265A"/>
    <w:p w14:paraId="5E1F3322" w14:textId="77777777" w:rsidR="00E6265A" w:rsidRDefault="00E6265A" w:rsidP="00E6265A"/>
    <w:p w14:paraId="6DF975F7" w14:textId="77777777" w:rsidR="00E6265A" w:rsidRDefault="00E6265A" w:rsidP="00E6265A"/>
    <w:p w14:paraId="162F8409" w14:textId="77777777" w:rsidR="00E6265A" w:rsidRDefault="00E6265A" w:rsidP="00E6265A">
      <w:pPr>
        <w:numPr>
          <w:ilvl w:val="0"/>
          <w:numId w:val="1"/>
        </w:numPr>
      </w:pPr>
      <w:r>
        <w:rPr>
          <w:bCs/>
        </w:rPr>
        <w:t xml:space="preserve">Consider the rational </w:t>
      </w:r>
      <w:proofErr w:type="gramStart"/>
      <w:r>
        <w:rPr>
          <w:bCs/>
        </w:rPr>
        <w:t xml:space="preserve">function </w:t>
      </w:r>
      <w:proofErr w:type="gramEnd"/>
      <w:r>
        <w:rPr>
          <w:bCs/>
          <w:noProof/>
        </w:rPr>
        <w:drawing>
          <wp:inline distT="0" distB="0" distL="0" distR="0" wp14:editId="24F29D6B">
            <wp:extent cx="762000" cy="314325"/>
            <wp:effectExtent l="19050" t="0" r="0" b="0"/>
            <wp:docPr id="10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Cs/>
        </w:rPr>
        <w:t>.</w:t>
      </w:r>
    </w:p>
    <w:p w14:paraId="37E91820" w14:textId="77777777" w:rsidR="00E6265A" w:rsidRDefault="00E6265A" w:rsidP="00E6265A">
      <w:pPr>
        <w:numPr>
          <w:ilvl w:val="1"/>
          <w:numId w:val="1"/>
        </w:numPr>
        <w:spacing w:line="720" w:lineRule="auto"/>
      </w:pPr>
      <w:r>
        <w:rPr>
          <w:bCs/>
        </w:rPr>
        <w:t>State the equations of any vertical asymptotes, if there are any.</w:t>
      </w:r>
    </w:p>
    <w:p w14:paraId="044F48B6" w14:textId="77777777" w:rsidR="00E6265A" w:rsidRDefault="00E6265A" w:rsidP="00E6265A">
      <w:pPr>
        <w:numPr>
          <w:ilvl w:val="1"/>
          <w:numId w:val="1"/>
        </w:numPr>
        <w:spacing w:line="720" w:lineRule="auto"/>
      </w:pPr>
      <w:r>
        <w:rPr>
          <w:bCs/>
        </w:rPr>
        <w:t>Identify the equations of any horizontal asymptotes, if there are any.</w:t>
      </w:r>
    </w:p>
    <w:p w14:paraId="70A533B9" w14:textId="77777777" w:rsidR="00E6265A" w:rsidRDefault="00E6265A" w:rsidP="00E6265A">
      <w:pPr>
        <w:spacing w:line="720" w:lineRule="auto"/>
        <w:ind w:left="1440"/>
      </w:pPr>
    </w:p>
    <w:p w14:paraId="0CBE3699" w14:textId="77777777" w:rsidR="004A67F2" w:rsidRDefault="004A67F2" w:rsidP="003756AA">
      <w:r>
        <w:t>Use the function shown below to complete the following.</w:t>
      </w:r>
    </w:p>
    <w:p w14:paraId="78413EC1" w14:textId="77777777" w:rsidR="004A67F2" w:rsidRDefault="004A67F2" w:rsidP="004A67F2">
      <w:pPr>
        <w:ind w:left="360"/>
      </w:pPr>
      <w:r>
        <w:rPr>
          <w:noProof/>
        </w:rPr>
        <w:drawing>
          <wp:inline distT="0" distB="0" distL="0" distR="0" wp14:editId="0A8DCBA5">
            <wp:extent cx="1514475" cy="733425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1174A3" w14:textId="77777777" w:rsidR="00E6265A" w:rsidRDefault="00E6265A" w:rsidP="004A67F2">
      <w:pPr>
        <w:numPr>
          <w:ilvl w:val="0"/>
          <w:numId w:val="1"/>
        </w:numPr>
      </w:pPr>
    </w:p>
    <w:p w14:paraId="0AB47B18" w14:textId="77777777" w:rsidR="004A67F2" w:rsidRDefault="004A67F2" w:rsidP="00E6265A">
      <w:pPr>
        <w:numPr>
          <w:ilvl w:val="1"/>
          <w:numId w:val="1"/>
        </w:numPr>
      </w:pPr>
      <w:r>
        <w:t xml:space="preserve">Graph the function </w:t>
      </w:r>
    </w:p>
    <w:p w14:paraId="48E2EE28" w14:textId="77777777" w:rsidR="004A67F2" w:rsidRDefault="004A67F2" w:rsidP="004A67F2">
      <w:pPr>
        <w:ind w:left="1440"/>
      </w:pPr>
      <w:r w:rsidRPr="004A67F2">
        <w:rPr>
          <w:noProof/>
        </w:rPr>
        <w:drawing>
          <wp:inline distT="0" distB="0" distL="0" distR="0" wp14:editId="7CCA2E23">
            <wp:extent cx="2971800" cy="2981325"/>
            <wp:effectExtent l="19050" t="0" r="0" b="0"/>
            <wp:docPr id="4" name="Picture 2" descr="coord_plane_3_nu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3_num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D75557" w14:textId="77777777" w:rsidR="004A67F2" w:rsidRDefault="004A67F2" w:rsidP="00E6265A">
      <w:pPr>
        <w:numPr>
          <w:ilvl w:val="1"/>
          <w:numId w:val="1"/>
        </w:numPr>
        <w:spacing w:line="1440" w:lineRule="auto"/>
      </w:pPr>
      <w:r>
        <w:t>Evaluate f at x= -2, 0, 2, and 4</w:t>
      </w:r>
    </w:p>
    <w:p w14:paraId="13F1B829" w14:textId="77777777" w:rsidR="004A67F2" w:rsidRDefault="004A67F2" w:rsidP="004A67F2">
      <w:pPr>
        <w:numPr>
          <w:ilvl w:val="1"/>
          <w:numId w:val="1"/>
        </w:numPr>
        <w:spacing w:line="1440" w:lineRule="auto"/>
      </w:pPr>
      <w:r>
        <w:t>Determine the x values where f(x)=0</w:t>
      </w:r>
    </w:p>
    <w:p w14:paraId="3B32B04C" w14:textId="77777777" w:rsidR="004A67F2" w:rsidRDefault="004A67F2" w:rsidP="004A67F2"/>
    <w:p w14:paraId="22A21E51" w14:textId="77777777" w:rsidR="004A67F2" w:rsidRDefault="004A67F2" w:rsidP="004A67F2"/>
    <w:p w14:paraId="4071C093" w14:textId="77777777" w:rsidR="004A67F2" w:rsidRDefault="004A67F2" w:rsidP="00E6265A">
      <w:pPr>
        <w:pStyle w:val="ListParagraph"/>
        <w:numPr>
          <w:ilvl w:val="0"/>
          <w:numId w:val="1"/>
        </w:numPr>
      </w:pPr>
      <w:r>
        <w:t>Use f(x</w:t>
      </w:r>
      <w:proofErr w:type="gramStart"/>
      <w:r>
        <w:t>)=</w:t>
      </w:r>
      <w:proofErr w:type="gramEnd"/>
      <w:r>
        <w:t>x</w:t>
      </w:r>
      <w:r w:rsidRPr="00E6265A">
        <w:rPr>
          <w:vertAlign w:val="superscript"/>
        </w:rPr>
        <w:t>2</w:t>
      </w:r>
      <w:r>
        <w:t>-25 and g(x)= x</w:t>
      </w:r>
      <w:r w:rsidRPr="00E6265A">
        <w:rPr>
          <w:vertAlign w:val="superscript"/>
        </w:rPr>
        <w:t>2</w:t>
      </w:r>
      <w:r>
        <w:t>-10x+16 to find and simplify the following.</w:t>
      </w:r>
    </w:p>
    <w:p w14:paraId="66F59540" w14:textId="77777777" w:rsidR="004A67F2" w:rsidRDefault="00E6265A" w:rsidP="00E6265A">
      <w:pPr>
        <w:numPr>
          <w:ilvl w:val="1"/>
          <w:numId w:val="1"/>
        </w:numPr>
        <w:spacing w:line="720" w:lineRule="auto"/>
      </w:pPr>
      <w:r>
        <w:t xml:space="preserve"> </w:t>
      </w:r>
      <w:r w:rsidR="004A67F2">
        <w:t>(</w:t>
      </w:r>
      <w:proofErr w:type="spellStart"/>
      <w:r w:rsidR="004A67F2">
        <w:t>fg</w:t>
      </w:r>
      <w:proofErr w:type="spellEnd"/>
      <w:r w:rsidR="004A67F2">
        <w:t>)(x)</w:t>
      </w:r>
    </w:p>
    <w:p w14:paraId="766BADE2" w14:textId="77777777" w:rsidR="004A67F2" w:rsidRDefault="004A67F2" w:rsidP="00E6265A">
      <w:pPr>
        <w:numPr>
          <w:ilvl w:val="1"/>
          <w:numId w:val="1"/>
        </w:numPr>
        <w:spacing w:line="720" w:lineRule="auto"/>
      </w:pPr>
      <w:r>
        <w:t>(f/g)(x)</w:t>
      </w:r>
    </w:p>
    <w:p w14:paraId="1BFABE0D" w14:textId="77777777" w:rsidR="004A67F2" w:rsidRDefault="004A67F2" w:rsidP="00E6265A">
      <w:pPr>
        <w:numPr>
          <w:ilvl w:val="1"/>
          <w:numId w:val="1"/>
        </w:numPr>
        <w:spacing w:line="720" w:lineRule="auto"/>
      </w:pPr>
      <w:r>
        <w:t>(f ○ g)(x)</w:t>
      </w:r>
    </w:p>
    <w:p w14:paraId="7D59B171" w14:textId="77777777" w:rsidR="004A67F2" w:rsidRDefault="004A67F2" w:rsidP="004A67F2">
      <w:pPr>
        <w:ind w:left="720"/>
      </w:pPr>
    </w:p>
    <w:p w14:paraId="74F92925" w14:textId="77777777" w:rsidR="004A67F2" w:rsidRPr="004A67F2" w:rsidRDefault="004A67F2" w:rsidP="004A67F2">
      <w:pPr>
        <w:numPr>
          <w:ilvl w:val="0"/>
          <w:numId w:val="1"/>
        </w:numPr>
        <w:spacing w:before="100" w:beforeAutospacing="1" w:after="100" w:afterAutospacing="1"/>
      </w:pPr>
      <w:r w:rsidRPr="00116D86">
        <w:rPr>
          <w:bCs/>
        </w:rPr>
        <w:t>Determine algebraically whether</w:t>
      </w:r>
      <w:proofErr w:type="gramStart"/>
      <w:r w:rsidRPr="00116D86">
        <w:rPr>
          <w:bCs/>
        </w:rPr>
        <w:t xml:space="preserve">  </w:t>
      </w:r>
      <w:r w:rsidRPr="00116D86">
        <w:rPr>
          <w:bCs/>
          <w:i/>
          <w:iCs/>
        </w:rPr>
        <w:t>f</w:t>
      </w:r>
      <w:proofErr w:type="gramEnd"/>
      <w:r w:rsidRPr="00116D86">
        <w:rPr>
          <w:bCs/>
        </w:rPr>
        <w:t xml:space="preserve"> (</w:t>
      </w:r>
      <w:r w:rsidRPr="00116D86">
        <w:rPr>
          <w:bCs/>
          <w:i/>
          <w:iCs/>
        </w:rPr>
        <w:t>x</w:t>
      </w:r>
      <w:r w:rsidRPr="00116D86">
        <w:rPr>
          <w:bCs/>
        </w:rPr>
        <w:t>) = 3</w:t>
      </w:r>
      <w:r w:rsidRPr="00116D86">
        <w:rPr>
          <w:bCs/>
          <w:i/>
          <w:iCs/>
        </w:rPr>
        <w:t>x</w:t>
      </w:r>
      <w:r w:rsidRPr="00116D86">
        <w:rPr>
          <w:bCs/>
        </w:rPr>
        <w:t xml:space="preserve"> – 2 and </w:t>
      </w:r>
      <w:r w:rsidRPr="00116D86">
        <w:rPr>
          <w:bCs/>
          <w:i/>
          <w:iCs/>
        </w:rPr>
        <w:t>g</w:t>
      </w:r>
      <w:r w:rsidRPr="00116D86">
        <w:rPr>
          <w:bCs/>
        </w:rPr>
        <w:t>(</w:t>
      </w:r>
      <w:r w:rsidRPr="00116D86">
        <w:rPr>
          <w:bCs/>
          <w:i/>
          <w:iCs/>
        </w:rPr>
        <w:t>x</w:t>
      </w:r>
      <w:r w:rsidRPr="00116D86">
        <w:rPr>
          <w:bCs/>
        </w:rPr>
        <w:t xml:space="preserve">) = </w:t>
      </w:r>
      <w:r w:rsidRPr="00116D86">
        <w:rPr>
          <w:bCs/>
          <w:vertAlign w:val="superscript"/>
        </w:rPr>
        <w:t>(</w:t>
      </w:r>
      <w:r w:rsidRPr="00116D86">
        <w:rPr>
          <w:bCs/>
          <w:i/>
          <w:iCs/>
          <w:vertAlign w:val="superscript"/>
        </w:rPr>
        <w:t>x</w:t>
      </w:r>
      <w:r w:rsidRPr="00116D86">
        <w:rPr>
          <w:bCs/>
          <w:vertAlign w:val="superscript"/>
        </w:rPr>
        <w:t xml:space="preserve"> + 2)</w:t>
      </w:r>
      <w:r w:rsidRPr="00116D86">
        <w:rPr>
          <w:bCs/>
        </w:rPr>
        <w:t>/</w:t>
      </w:r>
      <w:r w:rsidRPr="00116D86">
        <w:rPr>
          <w:bCs/>
          <w:vertAlign w:val="subscript"/>
        </w:rPr>
        <w:t>3</w:t>
      </w:r>
      <w:r w:rsidRPr="00116D86">
        <w:rPr>
          <w:bCs/>
        </w:rPr>
        <w:t xml:space="preserve"> are inverses of each other.</w:t>
      </w:r>
    </w:p>
    <w:p w14:paraId="15AC5C44" w14:textId="77777777" w:rsidR="004A67F2" w:rsidRDefault="004A67F2" w:rsidP="004A67F2">
      <w:pPr>
        <w:spacing w:before="100" w:beforeAutospacing="1" w:after="100" w:afterAutospacing="1"/>
      </w:pPr>
    </w:p>
    <w:p w14:paraId="105C5EDE" w14:textId="77777777" w:rsidR="00477431" w:rsidRDefault="00477431" w:rsidP="004A67F2">
      <w:pPr>
        <w:spacing w:before="100" w:beforeAutospacing="1" w:after="100" w:afterAutospacing="1"/>
      </w:pPr>
    </w:p>
    <w:p w14:paraId="42B02D09" w14:textId="77777777" w:rsidR="00477431" w:rsidRDefault="00477431" w:rsidP="004A67F2">
      <w:pPr>
        <w:spacing w:before="100" w:beforeAutospacing="1" w:after="100" w:afterAutospacing="1"/>
      </w:pPr>
    </w:p>
    <w:p w14:paraId="7BBC898F" w14:textId="77777777" w:rsidR="00477431" w:rsidRDefault="00477431" w:rsidP="004A67F2">
      <w:pPr>
        <w:spacing w:before="100" w:beforeAutospacing="1" w:after="100" w:afterAutospacing="1"/>
      </w:pPr>
    </w:p>
    <w:p w14:paraId="0AF6243F" w14:textId="77777777" w:rsidR="00477431" w:rsidRDefault="00477431" w:rsidP="004A67F2">
      <w:pPr>
        <w:spacing w:before="100" w:beforeAutospacing="1" w:after="100" w:afterAutospacing="1"/>
      </w:pPr>
    </w:p>
    <w:p w14:paraId="1FD92A94" w14:textId="77777777" w:rsidR="00477431" w:rsidRPr="00116D86" w:rsidRDefault="00477431" w:rsidP="004A67F2">
      <w:pPr>
        <w:spacing w:before="100" w:beforeAutospacing="1" w:after="100" w:afterAutospacing="1"/>
      </w:pPr>
    </w:p>
    <w:p w14:paraId="69433140" w14:textId="77777777" w:rsidR="004A67F2" w:rsidRDefault="004A67F2" w:rsidP="004A67F2">
      <w:pPr>
        <w:numPr>
          <w:ilvl w:val="0"/>
          <w:numId w:val="1"/>
        </w:numPr>
      </w:pPr>
      <w:r>
        <w:t>Solve the following:</w:t>
      </w:r>
    </w:p>
    <w:p w14:paraId="51C55B03" w14:textId="77777777" w:rsidR="004A67F2" w:rsidRDefault="004A67F2" w:rsidP="004A67F2">
      <w:pPr>
        <w:numPr>
          <w:ilvl w:val="1"/>
          <w:numId w:val="1"/>
        </w:numPr>
        <w:spacing w:line="1440" w:lineRule="auto"/>
      </w:pPr>
      <w:r>
        <w:t>4(1.3)</w:t>
      </w:r>
      <w:r>
        <w:rPr>
          <w:vertAlign w:val="superscript"/>
        </w:rPr>
        <w:t>x</w:t>
      </w:r>
      <w:r>
        <w:t>-10=70</w:t>
      </w:r>
    </w:p>
    <w:p w14:paraId="1B41581C" w14:textId="77777777" w:rsidR="004A67F2" w:rsidRDefault="004A67F2" w:rsidP="00E6265A">
      <w:pPr>
        <w:numPr>
          <w:ilvl w:val="1"/>
          <w:numId w:val="1"/>
        </w:numPr>
        <w:spacing w:line="1440" w:lineRule="auto"/>
      </w:pPr>
      <w:r>
        <w:t>2 log 3x+5=1</w:t>
      </w:r>
    </w:p>
    <w:p w14:paraId="34DDF1BB" w14:textId="77777777" w:rsidR="004A67F2" w:rsidRDefault="004A67F2" w:rsidP="004A67F2">
      <w:pPr>
        <w:ind w:left="720"/>
      </w:pPr>
    </w:p>
    <w:p w14:paraId="418F5851" w14:textId="77777777" w:rsidR="004A67F2" w:rsidRDefault="004A67F2" w:rsidP="004A67F2">
      <w:pPr>
        <w:numPr>
          <w:ilvl w:val="0"/>
          <w:numId w:val="1"/>
        </w:numPr>
      </w:pPr>
      <w:r>
        <w:t>Find the vertex of f(x) = -2x</w:t>
      </w:r>
      <w:r>
        <w:rPr>
          <w:vertAlign w:val="superscript"/>
        </w:rPr>
        <w:t>2</w:t>
      </w:r>
      <w:r>
        <w:t xml:space="preserve"> + 2x + 3.</w:t>
      </w:r>
    </w:p>
    <w:p w14:paraId="333BFCE9" w14:textId="77777777" w:rsidR="004A67F2" w:rsidRDefault="004A67F2" w:rsidP="004A67F2"/>
    <w:p w14:paraId="1F623630" w14:textId="77777777" w:rsidR="004A67F2" w:rsidRDefault="004A67F2" w:rsidP="004A67F2"/>
    <w:p w14:paraId="15C5841D" w14:textId="77777777" w:rsidR="004A67F2" w:rsidRDefault="004A67F2" w:rsidP="004A67F2"/>
    <w:p w14:paraId="556A1A9C" w14:textId="77777777" w:rsidR="00B95DB7" w:rsidRDefault="00B95DB7"/>
    <w:sectPr w:rsidR="00B95DB7" w:rsidSect="004A67F2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Julie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F5FAC"/>
    <w:multiLevelType w:val="hybridMultilevel"/>
    <w:tmpl w:val="256601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931EFE"/>
    <w:multiLevelType w:val="hybridMultilevel"/>
    <w:tmpl w:val="83EEDF28"/>
    <w:lvl w:ilvl="0" w:tplc="ED765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F2"/>
    <w:rsid w:val="00203CB4"/>
    <w:rsid w:val="003756AA"/>
    <w:rsid w:val="00477431"/>
    <w:rsid w:val="004A67F2"/>
    <w:rsid w:val="00527CDE"/>
    <w:rsid w:val="00693AE1"/>
    <w:rsid w:val="00816B4A"/>
    <w:rsid w:val="00853FD5"/>
    <w:rsid w:val="00B95DB7"/>
    <w:rsid w:val="00DD03CD"/>
    <w:rsid w:val="00E02557"/>
    <w:rsid w:val="00E62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4EF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7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A67F2"/>
    <w:pPr>
      <w:spacing w:before="100" w:beforeAutospacing="1" w:after="100" w:afterAutospacing="1"/>
    </w:pPr>
  </w:style>
  <w:style w:type="paragraph" w:customStyle="1" w:styleId="example">
    <w:name w:val="example"/>
    <w:basedOn w:val="Normal"/>
    <w:rsid w:val="004A67F2"/>
    <w:pPr>
      <w:spacing w:before="100" w:beforeAutospacing="1" w:after="100" w:afterAutospacing="1"/>
    </w:pPr>
  </w:style>
  <w:style w:type="character" w:customStyle="1" w:styleId="exp">
    <w:name w:val="exp"/>
    <w:basedOn w:val="DefaultParagraphFont"/>
    <w:rsid w:val="004A67F2"/>
  </w:style>
  <w:style w:type="character" w:customStyle="1" w:styleId="show">
    <w:name w:val="show"/>
    <w:basedOn w:val="DefaultParagraphFont"/>
    <w:rsid w:val="004A67F2"/>
  </w:style>
  <w:style w:type="paragraph" w:styleId="BalloonText">
    <w:name w:val="Balloon Text"/>
    <w:basedOn w:val="Normal"/>
    <w:link w:val="BalloonTextChar"/>
    <w:uiPriority w:val="99"/>
    <w:semiHidden/>
    <w:unhideWhenUsed/>
    <w:rsid w:val="004A67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7F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67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7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A67F2"/>
    <w:pPr>
      <w:spacing w:before="100" w:beforeAutospacing="1" w:after="100" w:afterAutospacing="1"/>
    </w:pPr>
  </w:style>
  <w:style w:type="paragraph" w:customStyle="1" w:styleId="example">
    <w:name w:val="example"/>
    <w:basedOn w:val="Normal"/>
    <w:rsid w:val="004A67F2"/>
    <w:pPr>
      <w:spacing w:before="100" w:beforeAutospacing="1" w:after="100" w:afterAutospacing="1"/>
    </w:pPr>
  </w:style>
  <w:style w:type="character" w:customStyle="1" w:styleId="exp">
    <w:name w:val="exp"/>
    <w:basedOn w:val="DefaultParagraphFont"/>
    <w:rsid w:val="004A67F2"/>
  </w:style>
  <w:style w:type="character" w:customStyle="1" w:styleId="show">
    <w:name w:val="show"/>
    <w:basedOn w:val="DefaultParagraphFont"/>
    <w:rsid w:val="004A67F2"/>
  </w:style>
  <w:style w:type="paragraph" w:styleId="BalloonText">
    <w:name w:val="Balloon Text"/>
    <w:basedOn w:val="Normal"/>
    <w:link w:val="BalloonTextChar"/>
    <w:uiPriority w:val="99"/>
    <w:semiHidden/>
    <w:unhideWhenUsed/>
    <w:rsid w:val="004A67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7F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67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2</cp:revision>
  <cp:lastPrinted>2009-12-11T16:30:00Z</cp:lastPrinted>
  <dcterms:created xsi:type="dcterms:W3CDTF">2010-03-10T21:02:00Z</dcterms:created>
  <dcterms:modified xsi:type="dcterms:W3CDTF">2010-03-10T21:02:00Z</dcterms:modified>
</cp:coreProperties>
</file>